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1D" w:rsidRPr="0039100C" w:rsidRDefault="00373E1D" w:rsidP="00301175">
      <w:pPr>
        <w:jc w:val="center"/>
        <w:rPr>
          <w:rFonts w:ascii="Calibri" w:hAnsi="Calibri" w:cs="Calibri"/>
          <w:b/>
          <w:sz w:val="44"/>
          <w:szCs w:val="44"/>
        </w:rPr>
      </w:pPr>
      <w:r w:rsidRPr="0039100C">
        <w:rPr>
          <w:rFonts w:ascii="Calibri" w:hAnsi="Calibri" w:cs="Calibri"/>
          <w:b/>
          <w:sz w:val="44"/>
          <w:szCs w:val="44"/>
        </w:rPr>
        <w:t>KRYCÍ LIST</w:t>
      </w:r>
    </w:p>
    <w:p w:rsidR="00373E1D" w:rsidRDefault="00373E1D" w:rsidP="00301175">
      <w:pPr>
        <w:jc w:val="center"/>
        <w:rPr>
          <w:rFonts w:ascii="Calibri" w:hAnsi="Calibri" w:cs="Calibri"/>
          <w:sz w:val="28"/>
        </w:rPr>
      </w:pPr>
      <w:r w:rsidRPr="00C96820">
        <w:rPr>
          <w:rFonts w:ascii="Calibri" w:hAnsi="Calibri" w:cs="Calibri"/>
          <w:sz w:val="28"/>
        </w:rPr>
        <w:t>pro veřejnou zakázku</w:t>
      </w:r>
    </w:p>
    <w:p w:rsidR="00373E1D" w:rsidRDefault="00373E1D" w:rsidP="003F4F91">
      <w:pPr>
        <w:jc w:val="center"/>
        <w:rPr>
          <w:rFonts w:ascii="Calibri" w:hAnsi="Calibri" w:cs="Calibri"/>
          <w:b/>
          <w:sz w:val="40"/>
        </w:rPr>
      </w:pPr>
    </w:p>
    <w:p w:rsidR="00373E1D" w:rsidRPr="00301175" w:rsidRDefault="00373E1D" w:rsidP="00C71E39">
      <w:pPr>
        <w:jc w:val="center"/>
        <w:rPr>
          <w:rFonts w:ascii="Calibri" w:hAnsi="Calibri" w:cs="Calibri"/>
          <w:sz w:val="36"/>
          <w:szCs w:val="36"/>
        </w:rPr>
      </w:pPr>
      <w:r w:rsidRPr="00301175">
        <w:rPr>
          <w:rFonts w:ascii="Calibri" w:hAnsi="Calibri" w:cs="Calibri"/>
          <w:sz w:val="36"/>
          <w:szCs w:val="36"/>
        </w:rPr>
        <w:t>„</w:t>
      </w:r>
      <w:r w:rsidRPr="00301175">
        <w:rPr>
          <w:rFonts w:ascii="Calibri" w:hAnsi="Calibri"/>
          <w:b/>
          <w:sz w:val="36"/>
          <w:szCs w:val="36"/>
          <w:u w:val="single"/>
        </w:rPr>
        <w:t>Komplexní servis zdravotnického prádla pro Lužickou nemocnici a polikliniku, a.s.</w:t>
      </w:r>
      <w:r w:rsidRPr="00301175">
        <w:rPr>
          <w:rFonts w:ascii="Calibri" w:hAnsi="Calibri" w:cs="Calibri"/>
          <w:sz w:val="36"/>
          <w:szCs w:val="36"/>
        </w:rPr>
        <w:t>“</w:t>
      </w:r>
    </w:p>
    <w:p w:rsidR="00373E1D" w:rsidRDefault="00373E1D" w:rsidP="00C71E39">
      <w:pPr>
        <w:jc w:val="center"/>
        <w:rPr>
          <w:rFonts w:ascii="Calibri" w:hAnsi="Calibri" w:cs="Calibri"/>
          <w:sz w:val="32"/>
          <w:szCs w:val="44"/>
        </w:rPr>
      </w:pPr>
    </w:p>
    <w:p w:rsidR="00373E1D" w:rsidRPr="00C71E39" w:rsidRDefault="00373E1D" w:rsidP="00C71E39">
      <w:pPr>
        <w:jc w:val="center"/>
        <w:rPr>
          <w:rFonts w:ascii="Calibri" w:hAnsi="Calibri"/>
          <w:b/>
          <w:sz w:val="16"/>
        </w:rPr>
      </w:pPr>
    </w:p>
    <w:p w:rsidR="00373E1D" w:rsidRPr="00C96820" w:rsidRDefault="00373E1D" w:rsidP="003F4F91">
      <w:pPr>
        <w:rPr>
          <w:rFonts w:ascii="Calibri" w:hAnsi="Calibri" w:cs="Calibri"/>
          <w:b/>
          <w:sz w:val="24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2029"/>
        <w:gridCol w:w="1231"/>
        <w:gridCol w:w="5245"/>
      </w:tblGrid>
      <w:tr w:rsidR="00373E1D" w:rsidRPr="00C96820" w:rsidTr="00A934F0">
        <w:trPr>
          <w:trHeight w:val="279"/>
        </w:trPr>
        <w:tc>
          <w:tcPr>
            <w:tcW w:w="2950" w:type="dxa"/>
            <w:gridSpan w:val="2"/>
            <w:tcBorders>
              <w:top w:val="single" w:sz="18" w:space="0" w:color="auto"/>
            </w:tcBorders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 xml:space="preserve">UCHAZEČ(I) </w:t>
            </w:r>
          </w:p>
          <w:p w:rsidR="00373E1D" w:rsidRPr="00C96820" w:rsidRDefault="00373E1D" w:rsidP="00A934F0">
            <w:pPr>
              <w:rPr>
                <w:rFonts w:ascii="Calibri" w:hAnsi="Calibri" w:cs="Calibri"/>
                <w:sz w:val="24"/>
              </w:rPr>
            </w:pPr>
            <w:r w:rsidRPr="00C96820">
              <w:rPr>
                <w:rFonts w:ascii="Calibri" w:hAnsi="Calibri" w:cs="Calibri"/>
                <w:sz w:val="24"/>
              </w:rPr>
              <w:t>(obchodní firma nebo název)</w:t>
            </w:r>
          </w:p>
        </w:tc>
        <w:tc>
          <w:tcPr>
            <w:tcW w:w="6476" w:type="dxa"/>
            <w:gridSpan w:val="2"/>
            <w:tcBorders>
              <w:top w:val="single" w:sz="18" w:space="0" w:color="auto"/>
            </w:tcBorders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</w:p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Sídlo</w:t>
            </w:r>
          </w:p>
          <w:p w:rsidR="00373E1D" w:rsidRPr="00C96820" w:rsidRDefault="00373E1D" w:rsidP="00A934F0">
            <w:pPr>
              <w:rPr>
                <w:rFonts w:ascii="Calibri" w:hAnsi="Calibri" w:cs="Calibri"/>
                <w:sz w:val="24"/>
              </w:rPr>
            </w:pPr>
            <w:r w:rsidRPr="00C96820">
              <w:rPr>
                <w:rFonts w:ascii="Calibri" w:hAnsi="Calibri" w:cs="Calibri"/>
                <w:sz w:val="24"/>
              </w:rPr>
              <w:t>(celá adresa včetně PSČ)</w:t>
            </w:r>
          </w:p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  <w:bookmarkStart w:id="0" w:name="_GoBack"/>
            <w:bookmarkEnd w:id="0"/>
          </w:p>
        </w:tc>
      </w:tr>
      <w:tr w:rsidR="00373E1D" w:rsidRPr="00C96820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Korespondenční adresa, pokud se liší od sídla</w:t>
            </w: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Právní forma</w:t>
            </w:r>
          </w:p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Identifikační číslo</w:t>
            </w:r>
          </w:p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B359DC">
        <w:trPr>
          <w:trHeight w:val="624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Daňové identifikační číslo</w:t>
            </w: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A934F0">
        <w:trPr>
          <w:trHeight w:val="518"/>
        </w:trPr>
        <w:tc>
          <w:tcPr>
            <w:tcW w:w="2950" w:type="dxa"/>
            <w:gridSpan w:val="2"/>
            <w:vAlign w:val="center"/>
          </w:tcPr>
          <w:p w:rsidR="00373E1D" w:rsidRPr="00C96820" w:rsidRDefault="00373E1D" w:rsidP="00A934F0">
            <w:pPr>
              <w:rPr>
                <w:rFonts w:ascii="Calibri" w:hAnsi="Calibri" w:cs="Calibri"/>
                <w:b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Kontaktní osoba</w:t>
            </w:r>
          </w:p>
        </w:tc>
        <w:tc>
          <w:tcPr>
            <w:tcW w:w="6476" w:type="dxa"/>
            <w:gridSpan w:val="2"/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  <w:tr w:rsidR="00373E1D" w:rsidRPr="00C96820" w:rsidTr="00A934F0">
        <w:trPr>
          <w:trHeight w:val="558"/>
        </w:trPr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Tel</w:t>
            </w:r>
          </w:p>
        </w:tc>
        <w:tc>
          <w:tcPr>
            <w:tcW w:w="2029" w:type="dxa"/>
            <w:tcBorders>
              <w:bottom w:val="single" w:sz="18" w:space="0" w:color="auto"/>
            </w:tcBorders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31" w:type="dxa"/>
            <w:tcBorders>
              <w:bottom w:val="single" w:sz="18" w:space="0" w:color="auto"/>
            </w:tcBorders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  <w:r w:rsidRPr="00C96820">
              <w:rPr>
                <w:rFonts w:ascii="Calibri" w:hAnsi="Calibri" w:cs="Calibri"/>
                <w:b/>
                <w:sz w:val="24"/>
              </w:rPr>
              <w:t>Email</w:t>
            </w:r>
          </w:p>
        </w:tc>
        <w:tc>
          <w:tcPr>
            <w:tcW w:w="5245" w:type="dxa"/>
            <w:tcBorders>
              <w:bottom w:val="single" w:sz="18" w:space="0" w:color="auto"/>
            </w:tcBorders>
            <w:vAlign w:val="center"/>
          </w:tcPr>
          <w:p w:rsidR="00373E1D" w:rsidRPr="00C96820" w:rsidRDefault="00373E1D" w:rsidP="003F4F91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373E1D" w:rsidRPr="00C96820" w:rsidRDefault="00373E1D" w:rsidP="003F4F91">
      <w:pPr>
        <w:rPr>
          <w:rFonts w:ascii="Calibri" w:hAnsi="Calibri" w:cs="Calibri"/>
          <w:sz w:val="24"/>
        </w:rPr>
      </w:pPr>
    </w:p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42"/>
        <w:gridCol w:w="2156"/>
      </w:tblGrid>
      <w:tr w:rsidR="00373E1D" w:rsidRPr="00C96820" w:rsidTr="00C71E39">
        <w:trPr>
          <w:cantSplit/>
          <w:trHeight w:val="567"/>
        </w:trPr>
        <w:tc>
          <w:tcPr>
            <w:tcW w:w="73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3E1D" w:rsidRPr="00C96820" w:rsidRDefault="00373E1D" w:rsidP="00A934F0">
            <w:pPr>
              <w:pStyle w:val="Heading2"/>
              <w:rPr>
                <w:rFonts w:ascii="Calibri" w:hAnsi="Calibri" w:cs="Calibri"/>
                <w:bCs w:val="0"/>
                <w:sz w:val="24"/>
              </w:rPr>
            </w:pPr>
            <w:r w:rsidRPr="00C96820">
              <w:rPr>
                <w:rFonts w:ascii="Calibri" w:hAnsi="Calibri" w:cs="Calibri"/>
                <w:bCs w:val="0"/>
                <w:sz w:val="24"/>
              </w:rPr>
              <w:t>Celková nabídková cena za služby včetně DPH za 48 měsíců</w:t>
            </w:r>
          </w:p>
          <w:p w:rsidR="00373E1D" w:rsidRPr="00C96820" w:rsidRDefault="00373E1D" w:rsidP="00A934F0">
            <w:pPr>
              <w:rPr>
                <w:rFonts w:ascii="Calibri" w:hAnsi="Calibri" w:cs="Calibri"/>
              </w:rPr>
            </w:pPr>
            <w:r w:rsidRPr="00C96820">
              <w:rPr>
                <w:rFonts w:ascii="Calibri" w:hAnsi="Calibri" w:cs="Calibri"/>
              </w:rPr>
              <w:t>Uvádí se absolutní hodnota celkové nabídkové ceny v Kč včetně DPH (zaokrouhleno na celé koruny)</w:t>
            </w:r>
          </w:p>
        </w:tc>
        <w:tc>
          <w:tcPr>
            <w:tcW w:w="21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73E1D" w:rsidRPr="00C96820" w:rsidRDefault="00373E1D" w:rsidP="008D53E8">
            <w:pPr>
              <w:jc w:val="center"/>
              <w:rPr>
                <w:rFonts w:ascii="Calibri" w:hAnsi="Calibri" w:cs="Calibri"/>
                <w:b/>
                <w:bCs/>
                <w:sz w:val="28"/>
              </w:rPr>
            </w:pPr>
            <w:r w:rsidRPr="00C96820">
              <w:rPr>
                <w:rFonts w:ascii="Calibri" w:hAnsi="Calibri" w:cs="Calibri"/>
                <w:b/>
                <w:bCs/>
                <w:sz w:val="28"/>
              </w:rPr>
              <w:t xml:space="preserve"> ,- Kč</w:t>
            </w:r>
          </w:p>
        </w:tc>
      </w:tr>
    </w:tbl>
    <w:p w:rsidR="00373E1D" w:rsidRDefault="00373E1D" w:rsidP="0039100C">
      <w:pPr>
        <w:rPr>
          <w:rFonts w:ascii="Calibri" w:hAnsi="Calibri" w:cs="Calibri"/>
          <w:sz w:val="24"/>
        </w:rPr>
      </w:pPr>
    </w:p>
    <w:p w:rsidR="00373E1D" w:rsidRDefault="00373E1D" w:rsidP="0039100C">
      <w:pPr>
        <w:rPr>
          <w:rFonts w:ascii="Calibri" w:hAnsi="Calibri" w:cs="Calibri"/>
          <w:sz w:val="24"/>
        </w:rPr>
      </w:pPr>
    </w:p>
    <w:p w:rsidR="00373E1D" w:rsidRPr="00C96820" w:rsidRDefault="00373E1D" w:rsidP="0039100C">
      <w:pPr>
        <w:rPr>
          <w:rFonts w:ascii="Calibri" w:hAnsi="Calibri" w:cs="Calibri"/>
          <w:sz w:val="24"/>
        </w:rPr>
      </w:pPr>
      <w:r w:rsidRPr="00C96820">
        <w:rPr>
          <w:rFonts w:ascii="Calibri" w:hAnsi="Calibri" w:cs="Calibri"/>
          <w:sz w:val="24"/>
        </w:rPr>
        <w:t>Porozuměli jsme zadávacím podmínkám a naše nabídka jim vyhovuje.</w:t>
      </w:r>
    </w:p>
    <w:p w:rsidR="00373E1D" w:rsidRPr="00C96820" w:rsidRDefault="00373E1D" w:rsidP="003F4F91">
      <w:pPr>
        <w:rPr>
          <w:rFonts w:ascii="Calibri" w:hAnsi="Calibri" w:cs="Calibri"/>
          <w:sz w:val="24"/>
        </w:rPr>
      </w:pPr>
    </w:p>
    <w:p w:rsidR="00373E1D" w:rsidRPr="00C96820" w:rsidRDefault="00373E1D" w:rsidP="003F4F91">
      <w:pPr>
        <w:rPr>
          <w:rFonts w:ascii="Calibri" w:hAnsi="Calibri" w:cs="Calibri"/>
          <w:sz w:val="24"/>
        </w:rPr>
      </w:pPr>
    </w:p>
    <w:p w:rsidR="00373E1D" w:rsidRPr="00C96820" w:rsidRDefault="00373E1D" w:rsidP="003F4F91">
      <w:pPr>
        <w:rPr>
          <w:rFonts w:ascii="Calibri" w:hAnsi="Calibri" w:cs="Calibri"/>
          <w:i/>
          <w:sz w:val="24"/>
        </w:rPr>
      </w:pPr>
      <w:r w:rsidRPr="00C96820">
        <w:rPr>
          <w:rFonts w:ascii="Calibri" w:hAnsi="Calibri" w:cs="Calibri"/>
          <w:i/>
          <w:sz w:val="24"/>
        </w:rPr>
        <w:t>V…………</w:t>
      </w:r>
      <w:r>
        <w:rPr>
          <w:rFonts w:ascii="Calibri" w:hAnsi="Calibri" w:cs="Calibri"/>
          <w:i/>
          <w:sz w:val="24"/>
        </w:rPr>
        <w:t>……………………………</w:t>
      </w:r>
      <w:r w:rsidRPr="00C96820">
        <w:rPr>
          <w:rFonts w:ascii="Calibri" w:hAnsi="Calibri" w:cs="Calibri"/>
          <w:i/>
          <w:sz w:val="24"/>
        </w:rPr>
        <w:t>. dne ………………</w:t>
      </w:r>
    </w:p>
    <w:p w:rsidR="00373E1D" w:rsidRPr="00C96820" w:rsidRDefault="00373E1D" w:rsidP="003F4F91">
      <w:pPr>
        <w:rPr>
          <w:rFonts w:ascii="Calibri" w:hAnsi="Calibri" w:cs="Calibri"/>
          <w:i/>
          <w:sz w:val="24"/>
        </w:rPr>
      </w:pPr>
    </w:p>
    <w:p w:rsidR="00373E1D" w:rsidRPr="00C96820" w:rsidRDefault="00373E1D" w:rsidP="003F4F91">
      <w:pPr>
        <w:rPr>
          <w:rFonts w:ascii="Calibri" w:hAnsi="Calibri" w:cs="Calibri"/>
          <w:i/>
          <w:sz w:val="24"/>
        </w:rPr>
      </w:pPr>
    </w:p>
    <w:p w:rsidR="00373E1D" w:rsidRPr="00C96820" w:rsidRDefault="00373E1D" w:rsidP="00A934F0">
      <w:pPr>
        <w:rPr>
          <w:rFonts w:ascii="Calibri" w:hAnsi="Calibri" w:cs="Calibri"/>
          <w:i/>
          <w:sz w:val="24"/>
        </w:rPr>
      </w:pPr>
      <w:r w:rsidRPr="00C96820">
        <w:rPr>
          <w:rFonts w:ascii="Calibri" w:hAnsi="Calibri" w:cs="Calibri"/>
          <w:i/>
          <w:sz w:val="24"/>
        </w:rPr>
        <w:t>………………………………</w:t>
      </w:r>
      <w:r>
        <w:rPr>
          <w:rFonts w:ascii="Calibri" w:hAnsi="Calibri" w:cs="Calibri"/>
          <w:i/>
          <w:sz w:val="24"/>
        </w:rPr>
        <w:t>……………………………….</w:t>
      </w:r>
    </w:p>
    <w:p w:rsidR="00373E1D" w:rsidRPr="00C96820" w:rsidRDefault="00373E1D" w:rsidP="00A934F0">
      <w:pPr>
        <w:rPr>
          <w:rFonts w:ascii="Calibri" w:hAnsi="Calibri" w:cs="Calibri"/>
          <w:i/>
          <w:sz w:val="24"/>
        </w:rPr>
      </w:pPr>
      <w:r w:rsidRPr="00C96820">
        <w:rPr>
          <w:rFonts w:ascii="Calibri" w:hAnsi="Calibri" w:cs="Calibri"/>
          <w:i/>
          <w:sz w:val="24"/>
        </w:rPr>
        <w:t>Jméno, příjmení, funkce a podpis uchazeče</w:t>
      </w:r>
    </w:p>
    <w:p w:rsidR="00373E1D" w:rsidRPr="00C96820" w:rsidRDefault="00373E1D" w:rsidP="00A934F0">
      <w:pPr>
        <w:rPr>
          <w:rFonts w:ascii="Calibri" w:hAnsi="Calibri" w:cs="Calibri"/>
          <w:i/>
          <w:sz w:val="24"/>
        </w:rPr>
      </w:pPr>
    </w:p>
    <w:p w:rsidR="00373E1D" w:rsidRPr="00C96820" w:rsidRDefault="00373E1D" w:rsidP="00A934F0">
      <w:pPr>
        <w:rPr>
          <w:rFonts w:ascii="Calibri" w:hAnsi="Calibri" w:cs="Calibri"/>
          <w:i/>
          <w:sz w:val="24"/>
        </w:rPr>
      </w:pPr>
    </w:p>
    <w:sectPr w:rsidR="00373E1D" w:rsidRPr="00C96820" w:rsidSect="00692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566" w:bottom="1418" w:left="900" w:header="708" w:footer="37" w:gutter="0"/>
      <w:pgNumType w:start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E1D" w:rsidRDefault="00373E1D">
      <w:r>
        <w:separator/>
      </w:r>
    </w:p>
  </w:endnote>
  <w:endnote w:type="continuationSeparator" w:id="0">
    <w:p w:rsidR="00373E1D" w:rsidRDefault="00373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Default="00373E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Default="00373E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Pr="00692FA4" w:rsidRDefault="00373E1D" w:rsidP="00301175">
    <w:pPr>
      <w:jc w:val="right"/>
      <w:rPr>
        <w:rFonts w:ascii="Calibri" w:hAnsi="Calibri" w:cs="Calibri"/>
        <w:b/>
        <w:sz w:val="18"/>
        <w:szCs w:val="18"/>
      </w:rPr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  <w:t xml:space="preserve">                                        1</w:t>
    </w:r>
  </w:p>
  <w:p w:rsidR="00373E1D" w:rsidRDefault="00373E1D" w:rsidP="0039100C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E1D" w:rsidRDefault="00373E1D">
      <w:r>
        <w:separator/>
      </w:r>
    </w:p>
  </w:footnote>
  <w:footnote w:type="continuationSeparator" w:id="0">
    <w:p w:rsidR="00373E1D" w:rsidRDefault="00373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Default="00373E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Default="00373E1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1D" w:rsidRDefault="00373E1D" w:rsidP="00301175">
    <w:pPr>
      <w:jc w:val="right"/>
      <w:rPr>
        <w:rFonts w:ascii="Calibri" w:hAnsi="Calibri"/>
        <w:b/>
        <w:sz w:val="22"/>
        <w:szCs w:val="22"/>
      </w:rPr>
    </w:pPr>
    <w:r w:rsidRPr="00797CB3">
      <w:rPr>
        <w:rFonts w:ascii="Calibri" w:hAnsi="Calibri"/>
        <w:b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08pt;height:24pt;mso-position-horizontal-relative:char;mso-position-vertical-relative:line" fillcolor="black">
          <v:imagedata r:id="rId1" o:title=""/>
        </v:shape>
      </w:pict>
    </w:r>
  </w:p>
  <w:p w:rsidR="00373E1D" w:rsidRDefault="00373E1D" w:rsidP="00301175">
    <w:pPr>
      <w:rPr>
        <w:rFonts w:ascii="Calibri" w:hAnsi="Calibri" w:cs="Calibri"/>
        <w:b/>
        <w:sz w:val="44"/>
        <w:szCs w:val="44"/>
      </w:rPr>
    </w:pPr>
    <w:r>
      <w:rPr>
        <w:rFonts w:ascii="Calibri" w:hAnsi="Calibri"/>
        <w:b/>
        <w:sz w:val="22"/>
        <w:szCs w:val="22"/>
      </w:rPr>
      <w:t>Z</w:t>
    </w:r>
    <w:r w:rsidRPr="00E5201E">
      <w:rPr>
        <w:rFonts w:ascii="Calibri" w:hAnsi="Calibri"/>
        <w:b/>
        <w:sz w:val="22"/>
        <w:szCs w:val="22"/>
      </w:rPr>
      <w:t xml:space="preserve">abezpečení komplexního servisu </w:t>
    </w:r>
    <w:r>
      <w:rPr>
        <w:rFonts w:ascii="Calibri" w:hAnsi="Calibri"/>
        <w:b/>
        <w:sz w:val="22"/>
        <w:szCs w:val="22"/>
      </w:rPr>
      <w:t xml:space="preserve">zdravotnického </w:t>
    </w:r>
    <w:r w:rsidRPr="00E5201E">
      <w:rPr>
        <w:rFonts w:ascii="Calibri" w:hAnsi="Calibri"/>
        <w:b/>
        <w:sz w:val="22"/>
        <w:szCs w:val="22"/>
      </w:rPr>
      <w:t>prádla</w:t>
    </w:r>
    <w:r>
      <w:rPr>
        <w:rFonts w:ascii="Calibri" w:hAnsi="Calibri"/>
        <w:b/>
        <w:sz w:val="22"/>
        <w:szCs w:val="22"/>
      </w:rPr>
      <w:t xml:space="preserve"> </w:t>
    </w:r>
    <w:r w:rsidRPr="00B00F53">
      <w:rPr>
        <w:rFonts w:ascii="Calibri" w:hAnsi="Calibri"/>
        <w:b/>
        <w:sz w:val="22"/>
        <w:szCs w:val="22"/>
      </w:rPr>
      <w:t>pro Lužickou nemocnici a polikliniku, a.s</w:t>
    </w:r>
    <w:r>
      <w:rPr>
        <w:rFonts w:ascii="Calibri" w:hAnsi="Calibri"/>
        <w:b/>
        <w:sz w:val="22"/>
        <w:szCs w:val="22"/>
      </w:rPr>
      <w:t>.</w:t>
    </w:r>
  </w:p>
  <w:p w:rsidR="00373E1D" w:rsidRDefault="00373E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5B0"/>
    <w:multiLevelType w:val="hybridMultilevel"/>
    <w:tmpl w:val="F14A410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0B3"/>
    <w:rsid w:val="00002FE8"/>
    <w:rsid w:val="00011548"/>
    <w:rsid w:val="000800B6"/>
    <w:rsid w:val="000B1152"/>
    <w:rsid w:val="000C5307"/>
    <w:rsid w:val="001323F2"/>
    <w:rsid w:val="00134214"/>
    <w:rsid w:val="001660B3"/>
    <w:rsid w:val="001A0A61"/>
    <w:rsid w:val="001B2AC0"/>
    <w:rsid w:val="00301175"/>
    <w:rsid w:val="00314B8C"/>
    <w:rsid w:val="003620E8"/>
    <w:rsid w:val="00365172"/>
    <w:rsid w:val="00373E1D"/>
    <w:rsid w:val="0037654E"/>
    <w:rsid w:val="0039100C"/>
    <w:rsid w:val="003F4F91"/>
    <w:rsid w:val="003F71C2"/>
    <w:rsid w:val="00403887"/>
    <w:rsid w:val="004570AB"/>
    <w:rsid w:val="004F6879"/>
    <w:rsid w:val="005251C8"/>
    <w:rsid w:val="0054603F"/>
    <w:rsid w:val="00563381"/>
    <w:rsid w:val="005F5443"/>
    <w:rsid w:val="00615066"/>
    <w:rsid w:val="00631EDA"/>
    <w:rsid w:val="006415CB"/>
    <w:rsid w:val="0065152F"/>
    <w:rsid w:val="00660A94"/>
    <w:rsid w:val="00692FA4"/>
    <w:rsid w:val="006B41FD"/>
    <w:rsid w:val="006D6A22"/>
    <w:rsid w:val="006D7CE1"/>
    <w:rsid w:val="007055D1"/>
    <w:rsid w:val="00710F49"/>
    <w:rsid w:val="007753EA"/>
    <w:rsid w:val="00791506"/>
    <w:rsid w:val="00794B99"/>
    <w:rsid w:val="00797CB3"/>
    <w:rsid w:val="007B6637"/>
    <w:rsid w:val="007D49FF"/>
    <w:rsid w:val="007E1A15"/>
    <w:rsid w:val="0082639A"/>
    <w:rsid w:val="00896E59"/>
    <w:rsid w:val="008B26EE"/>
    <w:rsid w:val="008D0B9E"/>
    <w:rsid w:val="008D53E8"/>
    <w:rsid w:val="008E32F5"/>
    <w:rsid w:val="00920BAF"/>
    <w:rsid w:val="00981014"/>
    <w:rsid w:val="00993FB0"/>
    <w:rsid w:val="009C5489"/>
    <w:rsid w:val="009D1FB9"/>
    <w:rsid w:val="009D396E"/>
    <w:rsid w:val="009D7B1D"/>
    <w:rsid w:val="00A15684"/>
    <w:rsid w:val="00A35EB4"/>
    <w:rsid w:val="00A5481F"/>
    <w:rsid w:val="00A712E6"/>
    <w:rsid w:val="00A934F0"/>
    <w:rsid w:val="00AA1A6B"/>
    <w:rsid w:val="00B00F53"/>
    <w:rsid w:val="00B10682"/>
    <w:rsid w:val="00B359DC"/>
    <w:rsid w:val="00B36BA2"/>
    <w:rsid w:val="00B708FB"/>
    <w:rsid w:val="00B95D33"/>
    <w:rsid w:val="00BB7337"/>
    <w:rsid w:val="00BB7354"/>
    <w:rsid w:val="00BF5018"/>
    <w:rsid w:val="00BF5ACA"/>
    <w:rsid w:val="00C54E5F"/>
    <w:rsid w:val="00C71E39"/>
    <w:rsid w:val="00C91799"/>
    <w:rsid w:val="00C96820"/>
    <w:rsid w:val="00CD697D"/>
    <w:rsid w:val="00CD6B09"/>
    <w:rsid w:val="00CF087C"/>
    <w:rsid w:val="00E153CA"/>
    <w:rsid w:val="00E5201E"/>
    <w:rsid w:val="00E55A38"/>
    <w:rsid w:val="00EA2E1D"/>
    <w:rsid w:val="00F55661"/>
    <w:rsid w:val="00F57649"/>
    <w:rsid w:val="00FD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FA4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152F"/>
    <w:pPr>
      <w:keepNext/>
      <w:outlineLvl w:val="1"/>
    </w:pPr>
    <w:rPr>
      <w:rFonts w:ascii="Arial" w:hAnsi="Arial" w:cs="Arial"/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1506"/>
    <w:rPr>
      <w:rFonts w:ascii="Cambria" w:hAnsi="Cambria" w:cs="Times New Roman"/>
      <w:b/>
      <w:bCs/>
      <w:i/>
      <w:iCs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1660B3"/>
    <w:pPr>
      <w:spacing w:before="120"/>
    </w:pPr>
    <w:rPr>
      <w:rFonts w:ascii="Arial" w:hAnsi="Arial"/>
      <w:b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91506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3F4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1506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F4F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1506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3F4F9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F4F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1506"/>
    <w:rPr>
      <w:rFonts w:cs="Times New Roman"/>
      <w:sz w:val="20"/>
      <w:szCs w:val="20"/>
    </w:rPr>
  </w:style>
  <w:style w:type="paragraph" w:customStyle="1" w:styleId="Normln">
    <w:name w:val="Normální~"/>
    <w:basedOn w:val="Normal"/>
    <w:uiPriority w:val="99"/>
    <w:rsid w:val="003F4F91"/>
    <w:pPr>
      <w:widowControl w:val="0"/>
    </w:pPr>
    <w:rPr>
      <w:noProof/>
      <w:sz w:val="24"/>
    </w:rPr>
  </w:style>
  <w:style w:type="paragraph" w:styleId="Caption">
    <w:name w:val="caption"/>
    <w:basedOn w:val="Normal"/>
    <w:next w:val="Normal"/>
    <w:uiPriority w:val="99"/>
    <w:qFormat/>
    <w:rsid w:val="003F4F91"/>
    <w:rPr>
      <w:rFonts w:ascii="Arial" w:hAnsi="Arial" w:cs="Arial"/>
      <w:b/>
      <w:bCs/>
      <w:i/>
      <w:iCs/>
      <w:sz w:val="24"/>
      <w:u w:val="single"/>
    </w:rPr>
  </w:style>
  <w:style w:type="paragraph" w:styleId="BodyText2">
    <w:name w:val="Body Text 2"/>
    <w:basedOn w:val="Normal"/>
    <w:link w:val="BodyText2Char"/>
    <w:uiPriority w:val="99"/>
    <w:rsid w:val="006515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9150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97</Words>
  <Characters>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2016-02-03T07:29:00Z</cp:lastPrinted>
  <dcterms:created xsi:type="dcterms:W3CDTF">2013-07-01T19:45:00Z</dcterms:created>
  <dcterms:modified xsi:type="dcterms:W3CDTF">2016-02-17T15:24:00Z</dcterms:modified>
</cp:coreProperties>
</file>